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36066" w:rsidRDefault="0085747A" w:rsidP="00B819C8">
      <w:pPr>
        <w:spacing w:after="0" w:line="240" w:lineRule="auto"/>
        <w:rPr>
          <w:rFonts w:ascii="Corbel" w:hAnsi="Corbel"/>
          <w:bCs/>
          <w:i/>
          <w:color w:val="1F497D"/>
          <w:sz w:val="24"/>
          <w:szCs w:val="24"/>
        </w:rPr>
      </w:pPr>
    </w:p>
    <w:p w:rsidR="005B567F" w:rsidRPr="00536066" w:rsidRDefault="005B567F" w:rsidP="005B567F">
      <w:pPr>
        <w:spacing w:line="240" w:lineRule="auto"/>
        <w:jc w:val="right"/>
        <w:rPr>
          <w:rFonts w:ascii="Corbel" w:hAnsi="Corbel"/>
          <w:bCs/>
          <w:i/>
        </w:rPr>
      </w:pPr>
      <w:r w:rsidRPr="00536066">
        <w:rPr>
          <w:rFonts w:ascii="Corbel" w:hAnsi="Corbel" w:cs="Arial"/>
          <w:sz w:val="24"/>
        </w:rPr>
        <w:tab/>
      </w:r>
      <w:r w:rsidRPr="00536066">
        <w:rPr>
          <w:rFonts w:ascii="Corbel" w:hAnsi="Corbel"/>
          <w:bCs/>
          <w:i/>
        </w:rPr>
        <w:t>Załącznik nr 1.5 do Zarządzenia Rektora UR  nr 12/2019</w:t>
      </w:r>
    </w:p>
    <w:p w:rsidR="005B567F" w:rsidRPr="00536066" w:rsidRDefault="005B567F" w:rsidP="005B56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6066">
        <w:rPr>
          <w:rFonts w:ascii="Corbel" w:hAnsi="Corbel"/>
          <w:b/>
          <w:smallCaps/>
          <w:sz w:val="24"/>
          <w:szCs w:val="24"/>
        </w:rPr>
        <w:t>SYLABUS</w:t>
      </w:r>
    </w:p>
    <w:p w:rsidR="005B567F" w:rsidRPr="00536066" w:rsidRDefault="005B567F" w:rsidP="005B56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606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A09DD" w:rsidRPr="00BA09DD">
        <w:rPr>
          <w:rFonts w:ascii="Corbel" w:hAnsi="Corbel"/>
          <w:b/>
          <w:smallCaps/>
          <w:sz w:val="24"/>
          <w:szCs w:val="24"/>
        </w:rPr>
        <w:t>2022-2025</w:t>
      </w:r>
    </w:p>
    <w:p w:rsidR="005B567F" w:rsidRPr="00536066" w:rsidRDefault="005B567F" w:rsidP="005B56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606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D5BC7" w:rsidRPr="00536066">
        <w:rPr>
          <w:rFonts w:ascii="Corbel" w:hAnsi="Corbel"/>
          <w:i/>
          <w:sz w:val="24"/>
          <w:szCs w:val="24"/>
        </w:rPr>
        <w:t xml:space="preserve">         </w:t>
      </w:r>
      <w:r w:rsidRPr="00536066">
        <w:rPr>
          <w:rFonts w:ascii="Corbel" w:hAnsi="Corbel"/>
          <w:i/>
          <w:sz w:val="24"/>
          <w:szCs w:val="24"/>
        </w:rPr>
        <w:t xml:space="preserve"> </w:t>
      </w:r>
      <w:r w:rsidRPr="00536066">
        <w:rPr>
          <w:rFonts w:ascii="Corbel" w:hAnsi="Corbel"/>
          <w:i/>
          <w:sz w:val="20"/>
          <w:szCs w:val="20"/>
        </w:rPr>
        <w:t>(skrajne daty</w:t>
      </w:r>
      <w:r w:rsidRPr="00536066">
        <w:rPr>
          <w:rFonts w:ascii="Corbel" w:hAnsi="Corbel"/>
          <w:sz w:val="20"/>
          <w:szCs w:val="20"/>
        </w:rPr>
        <w:t>)</w:t>
      </w:r>
    </w:p>
    <w:p w:rsidR="005B567F" w:rsidRPr="00536066" w:rsidRDefault="005B567F" w:rsidP="005B56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6066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ab/>
      </w:r>
      <w:r w:rsidR="00BA09DD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 xml:space="preserve">Rok akademicki </w:t>
      </w:r>
      <w:r w:rsidR="00BA09DD" w:rsidRPr="00BA09DD">
        <w:rPr>
          <w:rFonts w:ascii="Corbel" w:hAnsi="Corbel"/>
          <w:sz w:val="20"/>
          <w:szCs w:val="20"/>
        </w:rPr>
        <w:t>2023/2024</w:t>
      </w:r>
    </w:p>
    <w:p w:rsidR="005B567F" w:rsidRPr="00536066" w:rsidRDefault="005B567F" w:rsidP="00B819C8">
      <w:pPr>
        <w:spacing w:after="0" w:line="240" w:lineRule="auto"/>
        <w:rPr>
          <w:rFonts w:ascii="Corbel" w:hAnsi="Corbel"/>
        </w:rPr>
      </w:pPr>
    </w:p>
    <w:p w:rsidR="006D60EE" w:rsidRPr="00536066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 w:val="22"/>
        </w:rPr>
      </w:pPr>
      <w:r w:rsidRPr="00536066">
        <w:rPr>
          <w:rFonts w:ascii="Corbel" w:hAnsi="Corbel"/>
          <w:sz w:val="22"/>
        </w:rPr>
        <w:t>Podstawowe informacje o przedmiocie</w:t>
      </w:r>
    </w:p>
    <w:p w:rsidR="0085747A" w:rsidRPr="00536066" w:rsidRDefault="0085747A" w:rsidP="006D60EE">
      <w:pPr>
        <w:pStyle w:val="Punktygwne"/>
        <w:spacing w:before="0" w:after="0"/>
        <w:ind w:left="1080"/>
        <w:rPr>
          <w:rFonts w:ascii="Corbel" w:hAnsi="Corbel"/>
          <w:color w:val="0070C0"/>
          <w:sz w:val="22"/>
        </w:rPr>
      </w:pPr>
      <w:r w:rsidRPr="00536066">
        <w:rPr>
          <w:rFonts w:ascii="Corbel" w:hAnsi="Corbel"/>
          <w:sz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  <w:b/>
              </w:rPr>
            </w:pPr>
            <w:r w:rsidRPr="00536066">
              <w:rPr>
                <w:rFonts w:ascii="Corbel" w:hAnsi="Corbel"/>
                <w:b/>
              </w:rPr>
              <w:t>Geografia polityczna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</w:tcPr>
          <w:p w:rsidR="00EC099C" w:rsidRPr="00536066" w:rsidRDefault="00C73D7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MK_49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</w:t>
            </w:r>
            <w:r w:rsidR="005B567F" w:rsidRPr="0053606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</w:tcPr>
          <w:p w:rsidR="00EC099C" w:rsidRPr="00536066" w:rsidRDefault="005B567F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Kolegium Nauk Społecznych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</w:tcPr>
          <w:p w:rsidR="00EC099C" w:rsidRPr="00536066" w:rsidRDefault="00BA09DD" w:rsidP="006D60EE">
            <w:pPr>
              <w:spacing w:after="0"/>
              <w:rPr>
                <w:rFonts w:ascii="Corbel" w:hAnsi="Corbel"/>
              </w:rPr>
            </w:pPr>
            <w:r w:rsidRPr="00BA09DD">
              <w:rPr>
                <w:rFonts w:ascii="Corbel" w:hAnsi="Corbel"/>
              </w:rPr>
              <w:t>Instytut Nauk o Polityce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Politologia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Studia I stopnia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Ogólnoakademicki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Studia stacjonarne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/>
                <w:bCs/>
                <w:szCs w:val="24"/>
              </w:rPr>
              <w:t>II rok, semestr I</w:t>
            </w:r>
            <w:r w:rsidR="00C73D7E" w:rsidRPr="00536066">
              <w:rPr>
                <w:rFonts w:ascii="Corbel" w:eastAsia="Times New Roman" w:hAnsi="Corbel"/>
                <w:bCs/>
                <w:szCs w:val="24"/>
              </w:rPr>
              <w:t>II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Do wyboru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Dr hab. Bartosz Wróblewski</w:t>
            </w:r>
            <w:r w:rsidR="00527DF7" w:rsidRPr="00536066">
              <w:rPr>
                <w:rFonts w:ascii="Corbel" w:hAnsi="Corbel"/>
              </w:rPr>
              <w:t>, prof. UR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Dr hab. Bartosz Wróblewski</w:t>
            </w:r>
            <w:r w:rsidR="00527DF7" w:rsidRPr="00536066">
              <w:rPr>
                <w:rFonts w:ascii="Corbel" w:hAnsi="Corbel"/>
              </w:rPr>
              <w:t>, prof. UR</w:t>
            </w:r>
          </w:p>
        </w:tc>
      </w:tr>
    </w:tbl>
    <w:p w:rsidR="0085747A" w:rsidRDefault="00B64656" w:rsidP="00B819C8">
      <w:pPr>
        <w:pStyle w:val="Podpunkty"/>
        <w:ind w:left="0"/>
        <w:rPr>
          <w:rFonts w:ascii="Corbel" w:hAnsi="Corbel"/>
          <w:b w:val="0"/>
          <w:i/>
          <w:sz w:val="20"/>
          <w:szCs w:val="22"/>
        </w:rPr>
      </w:pPr>
      <w:r>
        <w:rPr>
          <w:rFonts w:ascii="Corbel" w:hAnsi="Corbel"/>
          <w:szCs w:val="22"/>
        </w:rPr>
        <w:t>*</w:t>
      </w:r>
      <w:r w:rsidRPr="00B64656">
        <w:rPr>
          <w:rFonts w:ascii="Corbel" w:hAnsi="Corbel"/>
          <w:b w:val="0"/>
          <w:i/>
          <w:sz w:val="20"/>
          <w:szCs w:val="22"/>
        </w:rPr>
        <w:t>opcjonalnie, zgodnie z ustaleniami w Jednostce</w:t>
      </w:r>
    </w:p>
    <w:p w:rsidR="00B64656" w:rsidRPr="00B64656" w:rsidRDefault="00B64656" w:rsidP="00B819C8">
      <w:pPr>
        <w:pStyle w:val="Podpunkty"/>
        <w:ind w:left="0"/>
        <w:rPr>
          <w:rFonts w:ascii="Corbel" w:hAnsi="Corbel"/>
          <w:sz w:val="20"/>
          <w:szCs w:val="22"/>
        </w:rPr>
      </w:pPr>
    </w:p>
    <w:p w:rsidR="0085747A" w:rsidRPr="00536066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536066">
        <w:rPr>
          <w:rFonts w:ascii="Corbel" w:hAnsi="Corbel"/>
          <w:szCs w:val="22"/>
        </w:rPr>
        <w:t xml:space="preserve">1.2.Formy zajęć dydaktycznych, wymiar godzin i punktów ECTS </w:t>
      </w:r>
    </w:p>
    <w:p w:rsidR="006D60EE" w:rsidRPr="00536066" w:rsidRDefault="006D60EE" w:rsidP="00B819C8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89"/>
        <w:gridCol w:w="758"/>
        <w:gridCol w:w="836"/>
        <w:gridCol w:w="770"/>
        <w:gridCol w:w="789"/>
        <w:gridCol w:w="723"/>
        <w:gridCol w:w="909"/>
        <w:gridCol w:w="1288"/>
        <w:gridCol w:w="1688"/>
      </w:tblGrid>
      <w:tr w:rsidR="006D60EE" w:rsidRPr="00536066" w:rsidTr="00536066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Semestr nr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Wykł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Konw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Sem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Prakt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Inne</w:t>
            </w:r>
          </w:p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536066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6D60EE" w:rsidRPr="00536066" w:rsidTr="006D60EE">
        <w:trPr>
          <w:trHeight w:val="45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536066" w:rsidRDefault="0085747A" w:rsidP="00B819C8">
      <w:pPr>
        <w:pStyle w:val="Podpunkty"/>
        <w:rPr>
          <w:rFonts w:ascii="Corbel" w:hAnsi="Corbel"/>
          <w:szCs w:val="22"/>
          <w:lang w:eastAsia="en-US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 xml:space="preserve">1.3.  Sposób realizacji zajęć  </w:t>
      </w:r>
    </w:p>
    <w:p w:rsidR="00EC099C" w:rsidRPr="00536066" w:rsidRDefault="006D60EE" w:rsidP="00EC09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eastAsia="MS Gothic" w:hAnsi="Corbel"/>
          <w:b w:val="0"/>
          <w:sz w:val="32"/>
        </w:rPr>
        <w:t xml:space="preserve"> </w:t>
      </w:r>
      <w:r w:rsidR="00EC099C" w:rsidRPr="00536066">
        <w:rPr>
          <w:rFonts w:ascii="Cambria Math" w:eastAsia="MS Gothic" w:hAnsi="Cambria Math" w:cs="Cambria Math"/>
          <w:b w:val="0"/>
          <w:sz w:val="32"/>
        </w:rPr>
        <w:t>⊠</w:t>
      </w:r>
      <w:r w:rsidR="00EC099C" w:rsidRPr="00536066">
        <w:rPr>
          <w:rFonts w:ascii="Corbel" w:hAnsi="Corbel"/>
          <w:b w:val="0"/>
          <w:smallCaps w:val="0"/>
          <w:sz w:val="22"/>
        </w:rPr>
        <w:t xml:space="preserve"> </w:t>
      </w:r>
      <w:r w:rsidRPr="00536066">
        <w:rPr>
          <w:rFonts w:ascii="Corbel" w:hAnsi="Corbel"/>
          <w:b w:val="0"/>
          <w:smallCaps w:val="0"/>
          <w:sz w:val="22"/>
        </w:rPr>
        <w:t xml:space="preserve"> </w:t>
      </w:r>
      <w:r w:rsidR="00EC099C" w:rsidRPr="00536066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eastAsia="MS Gothic" w:hAnsi="Corbel"/>
          <w:b w:val="0"/>
          <w:sz w:val="22"/>
        </w:rPr>
        <w:t xml:space="preserve">  </w:t>
      </w:r>
      <w:r w:rsidR="0085747A" w:rsidRPr="00536066">
        <w:rPr>
          <w:rFonts w:ascii="Segoe UI Symbol" w:eastAsia="MS Gothic" w:hAnsi="Segoe UI Symbol" w:cs="Segoe UI Symbol"/>
          <w:b w:val="0"/>
          <w:sz w:val="22"/>
        </w:rPr>
        <w:t>☐</w:t>
      </w:r>
      <w:r w:rsidR="0085747A" w:rsidRPr="00536066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1.4. Forma zaliczenia przedmiotu</w:t>
      </w:r>
      <w:r w:rsidRPr="00536066">
        <w:rPr>
          <w:rFonts w:ascii="Corbel" w:hAnsi="Corbel"/>
          <w:b w:val="0"/>
          <w:smallCaps w:val="0"/>
          <w:sz w:val="22"/>
        </w:rPr>
        <w:t xml:space="preserve"> ( z toku) </w:t>
      </w:r>
      <w:r w:rsidRPr="00536066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536066">
        <w:rPr>
          <w:rFonts w:ascii="Corbel" w:hAnsi="Corbel"/>
          <w:b w:val="0"/>
          <w:smallCaps w:val="0"/>
          <w:sz w:val="22"/>
        </w:rPr>
        <w:t>)</w:t>
      </w:r>
    </w:p>
    <w:p w:rsidR="00EC099C" w:rsidRPr="00536066" w:rsidRDefault="00EC099C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C099C" w:rsidRPr="00536066" w:rsidRDefault="00EC099C" w:rsidP="00EC099C">
      <w:pPr>
        <w:rPr>
          <w:rFonts w:ascii="Corbel" w:hAnsi="Corbel"/>
        </w:rPr>
      </w:pPr>
      <w:r w:rsidRPr="00536066">
        <w:rPr>
          <w:rFonts w:ascii="Corbel" w:hAnsi="Corbel"/>
        </w:rPr>
        <w:t>Ćwiczenia: kolokwium zaliczeniowe</w:t>
      </w:r>
    </w:p>
    <w:p w:rsidR="00EC099C" w:rsidRPr="00536066" w:rsidRDefault="00EC099C" w:rsidP="00EC099C">
      <w:pPr>
        <w:rPr>
          <w:rFonts w:ascii="Corbel" w:hAnsi="Corbel"/>
        </w:rPr>
      </w:pPr>
      <w:r w:rsidRPr="00536066">
        <w:rPr>
          <w:rFonts w:ascii="Corbel" w:hAnsi="Corbel"/>
        </w:rPr>
        <w:t xml:space="preserve">Wykłady: ocena frekwencji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sz w:val="22"/>
        </w:rPr>
        <w:t xml:space="preserve">2.Wymagania wstępne </w:t>
      </w:r>
    </w:p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6066" w:rsidTr="005E6E85">
        <w:tc>
          <w:tcPr>
            <w:tcW w:w="9778" w:type="dxa"/>
          </w:tcPr>
          <w:p w:rsidR="0085747A" w:rsidRPr="00536066" w:rsidRDefault="00EC099C" w:rsidP="005E6E85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Wiedza geograficzna na poziomie licealnym, wiedza z historii powszechnej na poziomie podstawowym</w:t>
            </w:r>
          </w:p>
        </w:tc>
      </w:tr>
    </w:tbl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536066">
        <w:rPr>
          <w:rFonts w:ascii="Corbel" w:hAnsi="Corbel"/>
          <w:b w:val="0"/>
          <w:sz w:val="22"/>
        </w:rPr>
        <w:br w:type="column"/>
      </w:r>
    </w:p>
    <w:p w:rsidR="0085747A" w:rsidRPr="00536066" w:rsidRDefault="00F85191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sz w:val="22"/>
        </w:rPr>
        <w:t xml:space="preserve"> cele, efekty uczenia się</w:t>
      </w:r>
      <w:r w:rsidR="0085747A" w:rsidRPr="00536066">
        <w:rPr>
          <w:rFonts w:ascii="Corbel" w:hAnsi="Corbel"/>
          <w:sz w:val="22"/>
        </w:rPr>
        <w:t xml:space="preserve"> , treści Programowe i stosowane metody Dydaktyczne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536066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Cs w:val="22"/>
        </w:rPr>
      </w:pPr>
      <w:r w:rsidRPr="00536066">
        <w:rPr>
          <w:rFonts w:ascii="Corbel" w:hAnsi="Corbel"/>
          <w:szCs w:val="22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536066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>Przedstawienie podstaw teoretycznych dotyczących geografii politycznej, jak również geopolityki i geografii gospodarczej świata (w koniecznym zakresie)</w:t>
            </w:r>
          </w:p>
        </w:tc>
      </w:tr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EC099C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EC0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 xml:space="preserve">Zaprezentowanie najważniejszych problemów globalnych (migracje, obszary konfliktów), a także przekazanie wiedzy na temat politycznego zorganizowania przestrzeni (rozmieszczenie państw, zróżnicowanie gospodarcze Ziemi). </w:t>
            </w:r>
          </w:p>
        </w:tc>
      </w:tr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85747A" w:rsidP="00EC0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536066">
              <w:rPr>
                <w:rFonts w:ascii="Corbel" w:hAnsi="Corbel"/>
                <w:b w:val="0"/>
                <w:szCs w:val="22"/>
              </w:rPr>
              <w:t>C</w:t>
            </w:r>
            <w:r w:rsidR="00EC099C" w:rsidRPr="00536066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>Rozwijanie umiejętności pracy z mapą.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b w:val="0"/>
          <w:sz w:val="22"/>
        </w:rPr>
        <w:t xml:space="preserve">3.2  </w:t>
      </w:r>
      <w:r w:rsidR="00F85191" w:rsidRPr="00536066">
        <w:rPr>
          <w:rFonts w:ascii="Corbel" w:hAnsi="Corbel"/>
          <w:sz w:val="22"/>
        </w:rPr>
        <w:t>Efekty uczenia się</w:t>
      </w:r>
      <w:r w:rsidRPr="00536066">
        <w:rPr>
          <w:rFonts w:ascii="Corbel" w:hAnsi="Corbel"/>
          <w:sz w:val="22"/>
        </w:rPr>
        <w:t xml:space="preserve"> dla przedmiotu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="0085747A" w:rsidRPr="00536066" w:rsidTr="005E6E85">
        <w:tc>
          <w:tcPr>
            <w:tcW w:w="1701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smallCaps w:val="0"/>
                <w:sz w:val="22"/>
              </w:rPr>
              <w:t>EK</w:t>
            </w:r>
            <w:r w:rsidR="005B567F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( efekt uczenia</w:t>
            </w:r>
            <w:r w:rsidR="006D60EE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się </w:t>
            </w:r>
            <w:r w:rsidRPr="0053606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85747A" w:rsidRPr="00536066" w:rsidRDefault="005B567F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Treść efektu uczenia</w:t>
            </w:r>
            <w:r w:rsidR="0085747A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D60EE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się </w:t>
            </w:r>
            <w:r w:rsidR="0085747A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</w:tcPr>
          <w:p w:rsidR="0085747A" w:rsidRPr="00536066" w:rsidRDefault="006D60E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  <w:lang w:bidi="pl-PL"/>
              </w:rPr>
              <w:t xml:space="preserve">Odniesienie do efektów  kierunkowych </w:t>
            </w:r>
            <w:r w:rsidRPr="00536066">
              <w:rPr>
                <w:rFonts w:ascii="Corbel" w:hAnsi="Corbel"/>
                <w:b w:val="0"/>
                <w:smallCaps w:val="0"/>
                <w:sz w:val="22"/>
                <w:vertAlign w:val="superscript"/>
                <w:lang w:bidi="pl-PL"/>
              </w:rPr>
              <w:footnoteReference w:id="1"/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53606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Wskazuje na czynniki kształtujące stosunki międzynarodowe oraz odgrywane role uczestników stosunków międzynarodowych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_W01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Charakteryzuje historyczne, ekonomiczne, społeczne oraz kulturowe uwarunkowania życia politycznego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_W02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Wyjaśnia rolę struktur społecznych, ekonomicznych i kulturowych we współczesnym państwie i świecie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_U05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Rozumie potrzebę rozwoju zawodowego w tym uczenia się przez całe życie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_K01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36066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536066">
        <w:rPr>
          <w:rFonts w:ascii="Corbel" w:hAnsi="Corbel"/>
          <w:b/>
        </w:rPr>
        <w:t xml:space="preserve">TREŚCI PROGRAMOWE </w:t>
      </w:r>
    </w:p>
    <w:p w:rsidR="0085747A" w:rsidRPr="00536066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536066">
        <w:rPr>
          <w:rFonts w:ascii="Corbel" w:hAnsi="Corbel"/>
        </w:rPr>
        <w:t xml:space="preserve">Problematyka wykładu </w:t>
      </w:r>
    </w:p>
    <w:p w:rsidR="003F02FF" w:rsidRPr="00536066" w:rsidRDefault="003F02FF" w:rsidP="003F02F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36066" w:rsidTr="009C1744">
        <w:tc>
          <w:tcPr>
            <w:tcW w:w="7229" w:type="dxa"/>
          </w:tcPr>
          <w:p w:rsidR="0085747A" w:rsidRPr="00536066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Treści merytoryczne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Definicja i zakres przedmiotu (geografia polityczna)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Idea państwa organicznego (podstawa rozwoju geografii politycznej i geopolityki)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Geopolityka i determinizm polityczny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Ewolucja pojęć geograficznych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Państwo (przestrzeń i terytorium)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Zagadnienie narodu. Próba definicji pojęcia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Problemy demograficzne - Eksplozja demograficzna 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demograficzne - Migracje przyczyny i skutki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tabs>
                <w:tab w:val="left" w:pos="4860"/>
              </w:tabs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Podziały religijne i narodowościowe jako jeden z głównych problemów współczesnego świata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globalne współczesności</w:t>
            </w:r>
          </w:p>
        </w:tc>
      </w:tr>
    </w:tbl>
    <w:p w:rsidR="006D60EE" w:rsidRPr="00536066" w:rsidRDefault="006D60EE" w:rsidP="00B819C8">
      <w:pPr>
        <w:rPr>
          <w:rFonts w:ascii="Corbel" w:hAnsi="Corbel"/>
        </w:rPr>
      </w:pPr>
    </w:p>
    <w:p w:rsidR="0085747A" w:rsidRPr="00536066" w:rsidRDefault="006D60EE" w:rsidP="00B819C8">
      <w:pPr>
        <w:rPr>
          <w:rFonts w:ascii="Corbel" w:hAnsi="Corbel"/>
        </w:rPr>
      </w:pPr>
      <w:r w:rsidRPr="00536066">
        <w:rPr>
          <w:rFonts w:ascii="Corbel" w:hAnsi="Corbel"/>
        </w:rPr>
        <w:br w:type="column"/>
      </w:r>
    </w:p>
    <w:p w:rsidR="0085747A" w:rsidRPr="00536066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</w:rPr>
      </w:pPr>
      <w:r w:rsidRPr="00536066">
        <w:rPr>
          <w:rFonts w:ascii="Corbel" w:hAnsi="Corbel"/>
        </w:rPr>
        <w:t xml:space="preserve">Problematyka ćwiczeń audytoryjnych, konwersatoryjnych, laboratoryjnych,  zajęć praktycznych </w:t>
      </w:r>
    </w:p>
    <w:p w:rsidR="0085747A" w:rsidRPr="00536066" w:rsidRDefault="0085747A" w:rsidP="00B819C8">
      <w:pPr>
        <w:pStyle w:val="Akapitzlist"/>
        <w:rPr>
          <w:rFonts w:ascii="Corbel" w:hAnsi="Corbe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36066" w:rsidTr="0051467C">
        <w:tc>
          <w:tcPr>
            <w:tcW w:w="7229" w:type="dxa"/>
          </w:tcPr>
          <w:p w:rsidR="0085747A" w:rsidRPr="00536066" w:rsidRDefault="0085747A" w:rsidP="005146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Treści merytoryczne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Zajęcia organizacyjne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Praca z mapą w zakresie geografii politycznej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Praca z mapą w zakresie geografii gospodarczej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Mapa polityczna – definicja i ewolucja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Granice jako podstawowy element geografii politycznej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Stolice i geograficzne przyczyny ich usytuowania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Problemy demograficzne – analiza historycznych uwarunkowań procesu demograficznego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demograficzne – współczesne eksplozja geograficzna i jej polityczno-gospodarcze skutki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Wpływ podziałów religijnych i narodowościowych na kondycję państw współczesnych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Wpływ procesów gospodarczych na rozwój współczesnych państw</w:t>
            </w:r>
          </w:p>
        </w:tc>
      </w:tr>
    </w:tbl>
    <w:p w:rsidR="0051467C" w:rsidRPr="00536066" w:rsidRDefault="0051467C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51467C" w:rsidRPr="00536066" w:rsidRDefault="0051467C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85747A" w:rsidRPr="00536066" w:rsidRDefault="0051467C" w:rsidP="009C1744">
      <w:pPr>
        <w:pStyle w:val="Akapitzlist"/>
        <w:spacing w:line="240" w:lineRule="auto"/>
        <w:ind w:left="1080"/>
        <w:rPr>
          <w:rFonts w:ascii="Corbel" w:hAnsi="Corbel"/>
          <w:b/>
        </w:rPr>
      </w:pPr>
      <w:r w:rsidRPr="00536066">
        <w:rPr>
          <w:rFonts w:ascii="Corbel" w:hAnsi="Corbel"/>
        </w:rPr>
        <w:br w:type="textWrapping" w:clear="all"/>
      </w:r>
    </w:p>
    <w:p w:rsidR="0085747A" w:rsidRPr="00536066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536066">
        <w:rPr>
          <w:rFonts w:ascii="Corbel" w:hAnsi="Corbel"/>
          <w:smallCaps w:val="0"/>
          <w:sz w:val="22"/>
        </w:rPr>
        <w:t>METODY DYDAKTYCZNE</w:t>
      </w:r>
      <w:r w:rsidRPr="00536066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1467C" w:rsidRPr="00536066" w:rsidRDefault="0051467C" w:rsidP="0051467C">
      <w:pPr>
        <w:spacing w:after="0" w:line="240" w:lineRule="auto"/>
        <w:contextualSpacing/>
        <w:rPr>
          <w:rFonts w:ascii="Corbel" w:hAnsi="Corbel"/>
          <w:i/>
        </w:rPr>
      </w:pPr>
      <w:r w:rsidRPr="00536066">
        <w:rPr>
          <w:rFonts w:ascii="Corbel" w:hAnsi="Corbel"/>
          <w:i/>
        </w:rPr>
        <w:t>Ćwiczenia: konwersatorium, dyskusja, praca z mapą, praca z tekstem.</w:t>
      </w:r>
    </w:p>
    <w:p w:rsidR="0051467C" w:rsidRPr="00536066" w:rsidRDefault="0051467C" w:rsidP="0051467C">
      <w:pPr>
        <w:spacing w:after="0" w:line="240" w:lineRule="auto"/>
        <w:contextualSpacing/>
        <w:rPr>
          <w:rFonts w:ascii="Corbel" w:hAnsi="Corbel"/>
          <w:i/>
        </w:rPr>
      </w:pPr>
      <w:r w:rsidRPr="00536066">
        <w:rPr>
          <w:rFonts w:ascii="Corbel" w:hAnsi="Corbel"/>
          <w:i/>
        </w:rPr>
        <w:t>Wykład: wykład, praca z mapą, praca z tekstem.</w:t>
      </w:r>
    </w:p>
    <w:p w:rsidR="0051467C" w:rsidRPr="00536066" w:rsidRDefault="0051467C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METODY I KRYTERIA OCENY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5B567F" w:rsidRPr="00536066">
        <w:rPr>
          <w:rFonts w:ascii="Corbel" w:hAnsi="Corbel"/>
          <w:b w:val="0"/>
          <w:smallCaps w:val="0"/>
          <w:sz w:val="22"/>
        </w:rPr>
        <w:t>uczenia</w:t>
      </w:r>
      <w:r w:rsidR="00E26B3A" w:rsidRPr="00536066">
        <w:rPr>
          <w:rFonts w:ascii="Corbel" w:hAnsi="Corbel"/>
          <w:b w:val="0"/>
          <w:smallCaps w:val="0"/>
          <w:sz w:val="22"/>
        </w:rPr>
        <w:t xml:space="preserve"> się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4951"/>
        <w:gridCol w:w="2204"/>
      </w:tblGrid>
      <w:tr w:rsidR="0085747A" w:rsidRPr="00536066" w:rsidTr="006D60EE">
        <w:tc>
          <w:tcPr>
            <w:tcW w:w="1939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1" w:type="dxa"/>
          </w:tcPr>
          <w:p w:rsidR="0085747A" w:rsidRPr="00536066" w:rsidRDefault="005B567F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</w:t>
            </w:r>
            <w:r w:rsidR="00F37228"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się 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04" w:type="dxa"/>
          </w:tcPr>
          <w:p w:rsidR="009C1744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53606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3606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B419A" w:rsidRPr="00536066" w:rsidTr="006D60EE">
        <w:tc>
          <w:tcPr>
            <w:tcW w:w="1939" w:type="dxa"/>
          </w:tcPr>
          <w:p w:rsidR="002B419A" w:rsidRPr="00536066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951" w:type="dxa"/>
          </w:tcPr>
          <w:p w:rsidR="002B419A" w:rsidRPr="00536066" w:rsidRDefault="0051467C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Ocena frekwencji</w:t>
            </w:r>
          </w:p>
        </w:tc>
        <w:tc>
          <w:tcPr>
            <w:tcW w:w="2204" w:type="dxa"/>
          </w:tcPr>
          <w:p w:rsidR="002B419A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951" w:type="dxa"/>
          </w:tcPr>
          <w:p w:rsidR="0051467C" w:rsidRPr="00536066" w:rsidRDefault="0051467C" w:rsidP="00991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991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4951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4951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D60EE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536066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536066" w:rsidTr="006D60EE">
        <w:tc>
          <w:tcPr>
            <w:tcW w:w="9094" w:type="dxa"/>
          </w:tcPr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Na ocenę z wykładu składać się ocena z frekwencji.</w:t>
            </w:r>
          </w:p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Na ocenę z ćwiczeń składać się będzie ocena cząstkowa z obecności studenta podczas zajęć, ocena cząstkowa z aktywności studenta na zajęciach i ocena uzyskana z kolokwium zaliczeniowego.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:rsidR="009C1744" w:rsidRDefault="009C174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9C174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85747A" w:rsidRPr="00536066" w:rsidRDefault="0085747A" w:rsidP="00B819C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 w:rsidRPr="00536066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Style w:val="TableGrid"/>
        <w:tblW w:w="9522" w:type="dxa"/>
        <w:tblInd w:w="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D60EE" w:rsidRPr="00536066" w:rsidTr="006D60EE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0EE" w:rsidRPr="00536066" w:rsidRDefault="006D60EE" w:rsidP="004063F9">
            <w:pPr>
              <w:spacing w:after="0"/>
              <w:ind w:left="9"/>
              <w:jc w:val="center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jc w:val="center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D60EE" w:rsidRPr="00536066" w:rsidTr="006D60EE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ind w:left="2" w:right="131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4063F9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40</w:t>
            </w:r>
          </w:p>
        </w:tc>
      </w:tr>
      <w:tr w:rsidR="006D60EE" w:rsidRPr="00536066" w:rsidTr="006D60EE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5</w:t>
            </w:r>
          </w:p>
        </w:tc>
      </w:tr>
      <w:tr w:rsidR="006D60EE" w:rsidRPr="00536066" w:rsidTr="006D60EE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  <w:lang w:bidi="pl-PL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55</w:t>
            </w:r>
          </w:p>
        </w:tc>
      </w:tr>
      <w:tr w:rsidR="006D60EE" w:rsidRPr="00536066" w:rsidTr="006D60EE">
        <w:trPr>
          <w:trHeight w:val="303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6D60EE" w:rsidRPr="00536066" w:rsidTr="006D60EE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4 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976E48">
      <w:pPr>
        <w:pStyle w:val="Punktygwne"/>
        <w:numPr>
          <w:ilvl w:val="0"/>
          <w:numId w:val="40"/>
        </w:numPr>
        <w:spacing w:before="0" w:after="0"/>
        <w:ind w:left="36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PRAKTYKI ZAWODOWE W RAMACH PRZEDMIOTU</w:t>
      </w:r>
    </w:p>
    <w:p w:rsidR="006D60EE" w:rsidRPr="00536066" w:rsidRDefault="006D60EE" w:rsidP="006D60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536066" w:rsidTr="009C1744">
        <w:tc>
          <w:tcPr>
            <w:tcW w:w="3544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245" w:type="dxa"/>
          </w:tcPr>
          <w:p w:rsidR="0085747A" w:rsidRPr="00536066" w:rsidRDefault="00122B72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-</w:t>
            </w:r>
          </w:p>
        </w:tc>
      </w:tr>
      <w:tr w:rsidR="0085747A" w:rsidRPr="00536066" w:rsidTr="009C1744">
        <w:tc>
          <w:tcPr>
            <w:tcW w:w="3544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85747A" w:rsidRPr="00536066" w:rsidRDefault="00122B72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-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LITERATURA</w:t>
      </w:r>
    </w:p>
    <w:p w:rsidR="009C1744" w:rsidRPr="00536066" w:rsidRDefault="009C1744" w:rsidP="009C1744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36066" w:rsidTr="009C1744">
        <w:tc>
          <w:tcPr>
            <w:tcW w:w="8789" w:type="dxa"/>
          </w:tcPr>
          <w:p w:rsidR="0085747A" w:rsidRPr="005D7BEE" w:rsidRDefault="0085747A" w:rsidP="0051467C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 w:val="22"/>
              </w:rPr>
            </w:pPr>
            <w:r w:rsidRPr="005D7BEE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51467C" w:rsidRPr="00536066" w:rsidRDefault="0051467C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proofErr w:type="spellStart"/>
            <w:r w:rsidRPr="00536066">
              <w:rPr>
                <w:rFonts w:ascii="Corbel" w:hAnsi="Corbel"/>
              </w:rPr>
              <w:t>Baczworow</w:t>
            </w:r>
            <w:proofErr w:type="spellEnd"/>
            <w:r w:rsidRPr="00536066">
              <w:rPr>
                <w:rFonts w:ascii="Corbel" w:hAnsi="Corbel"/>
              </w:rPr>
              <w:t xml:space="preserve"> M., Suliborski A., </w:t>
            </w:r>
            <w:r w:rsidRPr="00536066">
              <w:rPr>
                <w:rFonts w:ascii="Corbel" w:hAnsi="Corbel"/>
                <w:i/>
              </w:rPr>
              <w:t>Kompendium wiedzy o geografii politycznej i geopolityce:  terminologia</w:t>
            </w:r>
            <w:r w:rsidRPr="00536066">
              <w:rPr>
                <w:rFonts w:ascii="Corbel" w:hAnsi="Corbel"/>
              </w:rPr>
              <w:t>, Łódź 2003.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Bartosiewicz P., </w:t>
            </w:r>
            <w:r w:rsidRPr="00536066">
              <w:rPr>
                <w:rFonts w:ascii="Corbel" w:hAnsi="Corbel"/>
                <w:i/>
              </w:rPr>
              <w:t>Geografia polityczna i geopolityka</w:t>
            </w:r>
            <w:r w:rsidRPr="00536066">
              <w:rPr>
                <w:rFonts w:ascii="Corbel" w:hAnsi="Corbel"/>
              </w:rPr>
              <w:t>, Chełm 2008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Otok H., </w:t>
            </w:r>
            <w:r w:rsidRPr="00536066">
              <w:rPr>
                <w:rFonts w:ascii="Corbel" w:hAnsi="Corbel"/>
                <w:i/>
              </w:rPr>
              <w:t>Geografia polityczna</w:t>
            </w:r>
            <w:r w:rsidRPr="00536066">
              <w:rPr>
                <w:rFonts w:ascii="Corbel" w:hAnsi="Corbel"/>
              </w:rPr>
              <w:t>, Warszawa 2012.</w:t>
            </w:r>
          </w:p>
          <w:p w:rsidR="0085747A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proofErr w:type="spellStart"/>
            <w:r w:rsidRPr="00536066">
              <w:rPr>
                <w:rFonts w:ascii="Corbel" w:hAnsi="Corbel"/>
              </w:rPr>
              <w:t>Rykiel</w:t>
            </w:r>
            <w:proofErr w:type="spellEnd"/>
            <w:r w:rsidRPr="00536066">
              <w:rPr>
                <w:rFonts w:ascii="Corbel" w:hAnsi="Corbel"/>
              </w:rPr>
              <w:t xml:space="preserve"> Z., </w:t>
            </w:r>
            <w:r w:rsidRPr="00536066">
              <w:rPr>
                <w:rFonts w:ascii="Corbel" w:hAnsi="Corbel"/>
                <w:i/>
              </w:rPr>
              <w:t>Podstawy geografii politycznej</w:t>
            </w:r>
            <w:r w:rsidRPr="00536066">
              <w:rPr>
                <w:rFonts w:ascii="Corbel" w:hAnsi="Corbel"/>
              </w:rPr>
              <w:t>, Warszawa 2006.</w:t>
            </w:r>
          </w:p>
        </w:tc>
      </w:tr>
      <w:tr w:rsidR="0085747A" w:rsidRPr="00536066" w:rsidTr="009C1744">
        <w:tc>
          <w:tcPr>
            <w:tcW w:w="8789" w:type="dxa"/>
          </w:tcPr>
          <w:p w:rsidR="0085747A" w:rsidRPr="005D7BEE" w:rsidRDefault="0085747A" w:rsidP="0051467C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 w:val="22"/>
              </w:rPr>
            </w:pPr>
            <w:r w:rsidRPr="005D7BEE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51467C" w:rsidRPr="00536066" w:rsidRDefault="0051467C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bookmarkStart w:id="0" w:name="_GoBack"/>
            <w:bookmarkEnd w:id="0"/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Antonowicz L., </w:t>
            </w:r>
            <w:r w:rsidRPr="00536066">
              <w:rPr>
                <w:rFonts w:ascii="Corbel" w:hAnsi="Corbel"/>
                <w:i/>
              </w:rPr>
              <w:t>Podręcznik prawa międzynarodowego</w:t>
            </w:r>
            <w:r w:rsidRPr="00536066">
              <w:rPr>
                <w:rFonts w:ascii="Corbel" w:hAnsi="Corbel"/>
              </w:rPr>
              <w:t>, Warszawa 2003.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Cesarz Z., </w:t>
            </w:r>
            <w:r w:rsidRPr="00536066">
              <w:rPr>
                <w:rFonts w:ascii="Corbel" w:hAnsi="Corbel"/>
                <w:i/>
              </w:rPr>
              <w:t>Globalne i regionalne problemy współczesności</w:t>
            </w:r>
            <w:r w:rsidRPr="00536066">
              <w:rPr>
                <w:rFonts w:ascii="Corbel" w:hAnsi="Corbel"/>
              </w:rPr>
              <w:t>, Warszawa 2014.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Czajkowski A., </w:t>
            </w:r>
            <w:r w:rsidRPr="00536066">
              <w:rPr>
                <w:rFonts w:ascii="Corbel" w:hAnsi="Corbel"/>
                <w:i/>
              </w:rPr>
              <w:t>Geopolityka</w:t>
            </w:r>
            <w:r w:rsidRPr="00536066">
              <w:rPr>
                <w:rFonts w:ascii="Corbel" w:hAnsi="Corbel"/>
              </w:rPr>
              <w:t xml:space="preserve">, [w:] </w:t>
            </w:r>
            <w:r w:rsidRPr="00536066">
              <w:rPr>
                <w:rFonts w:ascii="Corbel" w:hAnsi="Corbel"/>
                <w:i/>
              </w:rPr>
              <w:t>Studia z teorii polityki</w:t>
            </w:r>
            <w:r w:rsidRPr="00536066">
              <w:rPr>
                <w:rFonts w:ascii="Corbel" w:hAnsi="Corbel"/>
              </w:rPr>
              <w:t>, red. A.W. Jabłoński, tom II, Wrocław 1997.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  <w:i/>
              </w:rPr>
              <w:t>Geografia gospodarcza świata: praca zbiorowa</w:t>
            </w:r>
            <w:r w:rsidRPr="00536066">
              <w:rPr>
                <w:rFonts w:ascii="Corbel" w:hAnsi="Corbel"/>
              </w:rPr>
              <w:t xml:space="preserve">, red. I. </w:t>
            </w:r>
            <w:proofErr w:type="spellStart"/>
            <w:r w:rsidRPr="00536066">
              <w:rPr>
                <w:rFonts w:ascii="Corbel" w:hAnsi="Corbel"/>
              </w:rPr>
              <w:t>Fierli</w:t>
            </w:r>
            <w:proofErr w:type="spellEnd"/>
            <w:r w:rsidRPr="00536066">
              <w:rPr>
                <w:rFonts w:ascii="Corbel" w:hAnsi="Corbel"/>
              </w:rPr>
              <w:t>, Warszawa 2003.</w:t>
            </w:r>
          </w:p>
          <w:p w:rsidR="0085747A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Jean C., </w:t>
            </w:r>
            <w:r w:rsidRPr="00536066">
              <w:rPr>
                <w:rFonts w:ascii="Corbel" w:hAnsi="Corbel"/>
                <w:i/>
              </w:rPr>
              <w:t>Geopolityka</w:t>
            </w:r>
            <w:r w:rsidRPr="00536066">
              <w:rPr>
                <w:rFonts w:ascii="Corbel" w:hAnsi="Corbel"/>
              </w:rPr>
              <w:t>, Wrocław 2003.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536066" w:rsidSect="009C1744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619" w:rsidRDefault="00B45619" w:rsidP="00C16ABF">
      <w:pPr>
        <w:spacing w:after="0" w:line="240" w:lineRule="auto"/>
      </w:pPr>
      <w:r>
        <w:separator/>
      </w:r>
    </w:p>
  </w:endnote>
  <w:endnote w:type="continuationSeparator" w:id="0">
    <w:p w:rsidR="00B45619" w:rsidRDefault="00B456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619" w:rsidRDefault="00B45619" w:rsidP="00C16ABF">
      <w:pPr>
        <w:spacing w:after="0" w:line="240" w:lineRule="auto"/>
      </w:pPr>
      <w:r>
        <w:separator/>
      </w:r>
    </w:p>
  </w:footnote>
  <w:footnote w:type="continuationSeparator" w:id="0">
    <w:p w:rsidR="00B45619" w:rsidRDefault="00B45619" w:rsidP="00C16ABF">
      <w:pPr>
        <w:spacing w:after="0" w:line="240" w:lineRule="auto"/>
      </w:pPr>
      <w:r>
        <w:continuationSeparator/>
      </w:r>
    </w:p>
  </w:footnote>
  <w:footnote w:id="1">
    <w:p w:rsidR="006D60EE" w:rsidRDefault="006D60EE" w:rsidP="006D60EE">
      <w: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76CAA3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7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42"/>
  </w:num>
  <w:num w:numId="3">
    <w:abstractNumId w:val="44"/>
  </w:num>
  <w:num w:numId="4">
    <w:abstractNumId w:val="17"/>
  </w:num>
  <w:num w:numId="5">
    <w:abstractNumId w:val="5"/>
  </w:num>
  <w:num w:numId="6">
    <w:abstractNumId w:val="26"/>
  </w:num>
  <w:num w:numId="7">
    <w:abstractNumId w:val="31"/>
  </w:num>
  <w:num w:numId="8">
    <w:abstractNumId w:val="18"/>
  </w:num>
  <w:num w:numId="9">
    <w:abstractNumId w:val="39"/>
  </w:num>
  <w:num w:numId="10">
    <w:abstractNumId w:val="40"/>
  </w:num>
  <w:num w:numId="11">
    <w:abstractNumId w:val="32"/>
  </w:num>
  <w:num w:numId="12">
    <w:abstractNumId w:val="22"/>
  </w:num>
  <w:num w:numId="13">
    <w:abstractNumId w:val="20"/>
  </w:num>
  <w:num w:numId="14">
    <w:abstractNumId w:val="41"/>
  </w:num>
  <w:num w:numId="15">
    <w:abstractNumId w:val="8"/>
  </w:num>
  <w:num w:numId="16">
    <w:abstractNumId w:val="45"/>
  </w:num>
  <w:num w:numId="17">
    <w:abstractNumId w:val="29"/>
  </w:num>
  <w:num w:numId="18">
    <w:abstractNumId w:val="11"/>
  </w:num>
  <w:num w:numId="19">
    <w:abstractNumId w:val="4"/>
  </w:num>
  <w:num w:numId="20">
    <w:abstractNumId w:val="28"/>
  </w:num>
  <w:num w:numId="21">
    <w:abstractNumId w:val="1"/>
  </w:num>
  <w:num w:numId="22">
    <w:abstractNumId w:val="7"/>
  </w:num>
  <w:num w:numId="23">
    <w:abstractNumId w:val="37"/>
  </w:num>
  <w:num w:numId="24">
    <w:abstractNumId w:val="23"/>
  </w:num>
  <w:num w:numId="25">
    <w:abstractNumId w:val="38"/>
  </w:num>
  <w:num w:numId="26">
    <w:abstractNumId w:val="27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6"/>
  </w:num>
  <w:num w:numId="40">
    <w:abstractNumId w:val="33"/>
  </w:num>
  <w:num w:numId="41">
    <w:abstractNumId w:val="16"/>
  </w:num>
  <w:num w:numId="42">
    <w:abstractNumId w:val="0"/>
  </w:num>
  <w:num w:numId="43">
    <w:abstractNumId w:val="35"/>
  </w:num>
  <w:num w:numId="44">
    <w:abstractNumId w:val="34"/>
  </w:num>
  <w:num w:numId="45">
    <w:abstractNumId w:val="24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70ED6"/>
    <w:rsid w:val="000742DC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E3792"/>
    <w:rsid w:val="000F1C57"/>
    <w:rsid w:val="000F5615"/>
    <w:rsid w:val="00122B72"/>
    <w:rsid w:val="0012560E"/>
    <w:rsid w:val="00127108"/>
    <w:rsid w:val="00134B13"/>
    <w:rsid w:val="00146BC0"/>
    <w:rsid w:val="00154381"/>
    <w:rsid w:val="00164FA7"/>
    <w:rsid w:val="00166A03"/>
    <w:rsid w:val="00176083"/>
    <w:rsid w:val="001A70D2"/>
    <w:rsid w:val="001D657B"/>
    <w:rsid w:val="001E0209"/>
    <w:rsid w:val="001F2CA2"/>
    <w:rsid w:val="001F5E78"/>
    <w:rsid w:val="002144C0"/>
    <w:rsid w:val="0022477D"/>
    <w:rsid w:val="002336F9"/>
    <w:rsid w:val="0024028F"/>
    <w:rsid w:val="00244ABC"/>
    <w:rsid w:val="0027526E"/>
    <w:rsid w:val="00281FF2"/>
    <w:rsid w:val="002857DE"/>
    <w:rsid w:val="00287751"/>
    <w:rsid w:val="00291567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3008AD"/>
    <w:rsid w:val="003018BA"/>
    <w:rsid w:val="00305C92"/>
    <w:rsid w:val="003151C5"/>
    <w:rsid w:val="00317905"/>
    <w:rsid w:val="003343CF"/>
    <w:rsid w:val="00346FE9"/>
    <w:rsid w:val="0034759A"/>
    <w:rsid w:val="003503F6"/>
    <w:rsid w:val="003530DD"/>
    <w:rsid w:val="003A1176"/>
    <w:rsid w:val="003C0BAE"/>
    <w:rsid w:val="003D18A9"/>
    <w:rsid w:val="003D6CE2"/>
    <w:rsid w:val="003E2FE6"/>
    <w:rsid w:val="003E49D5"/>
    <w:rsid w:val="003F02FF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28E3"/>
    <w:rsid w:val="004968E2"/>
    <w:rsid w:val="004A3EEA"/>
    <w:rsid w:val="004A4D1F"/>
    <w:rsid w:val="004C5298"/>
    <w:rsid w:val="004D3E6E"/>
    <w:rsid w:val="004D5282"/>
    <w:rsid w:val="004F1551"/>
    <w:rsid w:val="004F55A3"/>
    <w:rsid w:val="0050496F"/>
    <w:rsid w:val="0051467C"/>
    <w:rsid w:val="00527DF7"/>
    <w:rsid w:val="00536066"/>
    <w:rsid w:val="005363C4"/>
    <w:rsid w:val="00536BDE"/>
    <w:rsid w:val="00543ACC"/>
    <w:rsid w:val="005A0855"/>
    <w:rsid w:val="005A3196"/>
    <w:rsid w:val="005B567F"/>
    <w:rsid w:val="005C080F"/>
    <w:rsid w:val="005C55E5"/>
    <w:rsid w:val="005C696A"/>
    <w:rsid w:val="005D7BEE"/>
    <w:rsid w:val="005E6E85"/>
    <w:rsid w:val="005F31D2"/>
    <w:rsid w:val="0061029B"/>
    <w:rsid w:val="00621CE1"/>
    <w:rsid w:val="00623643"/>
    <w:rsid w:val="00647FA8"/>
    <w:rsid w:val="0065301B"/>
    <w:rsid w:val="006620D9"/>
    <w:rsid w:val="00671958"/>
    <w:rsid w:val="006D050F"/>
    <w:rsid w:val="006D60EE"/>
    <w:rsid w:val="006D6139"/>
    <w:rsid w:val="006E5D65"/>
    <w:rsid w:val="006F1FBC"/>
    <w:rsid w:val="007072BA"/>
    <w:rsid w:val="00724677"/>
    <w:rsid w:val="00725459"/>
    <w:rsid w:val="00734608"/>
    <w:rsid w:val="007461D6"/>
    <w:rsid w:val="00746EC8"/>
    <w:rsid w:val="00752B87"/>
    <w:rsid w:val="00763BF1"/>
    <w:rsid w:val="00766FD4"/>
    <w:rsid w:val="0078168C"/>
    <w:rsid w:val="00787C51"/>
    <w:rsid w:val="00790E27"/>
    <w:rsid w:val="007A4022"/>
    <w:rsid w:val="007A6E6E"/>
    <w:rsid w:val="007C3299"/>
    <w:rsid w:val="007C3BCC"/>
    <w:rsid w:val="007D6E56"/>
    <w:rsid w:val="007F4155"/>
    <w:rsid w:val="008020F7"/>
    <w:rsid w:val="0081707E"/>
    <w:rsid w:val="008449B3"/>
    <w:rsid w:val="0085747A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0DD"/>
    <w:rsid w:val="00916188"/>
    <w:rsid w:val="009514C0"/>
    <w:rsid w:val="00954A07"/>
    <w:rsid w:val="00977ECE"/>
    <w:rsid w:val="009A78D9"/>
    <w:rsid w:val="009C1744"/>
    <w:rsid w:val="009C3E31"/>
    <w:rsid w:val="009C788E"/>
    <w:rsid w:val="009F3C5C"/>
    <w:rsid w:val="00A2245B"/>
    <w:rsid w:val="00A30110"/>
    <w:rsid w:val="00A36899"/>
    <w:rsid w:val="00A371F6"/>
    <w:rsid w:val="00A54817"/>
    <w:rsid w:val="00A60799"/>
    <w:rsid w:val="00A81648"/>
    <w:rsid w:val="00A97DE1"/>
    <w:rsid w:val="00AB053C"/>
    <w:rsid w:val="00AD1146"/>
    <w:rsid w:val="00AD27D3"/>
    <w:rsid w:val="00AD66D6"/>
    <w:rsid w:val="00AE1160"/>
    <w:rsid w:val="00AE203C"/>
    <w:rsid w:val="00AE2E74"/>
    <w:rsid w:val="00AE5F3D"/>
    <w:rsid w:val="00AE5FCB"/>
    <w:rsid w:val="00AF01D6"/>
    <w:rsid w:val="00AF2C1E"/>
    <w:rsid w:val="00B048D5"/>
    <w:rsid w:val="00B05776"/>
    <w:rsid w:val="00B06ECC"/>
    <w:rsid w:val="00B135B1"/>
    <w:rsid w:val="00B40ADB"/>
    <w:rsid w:val="00B43B77"/>
    <w:rsid w:val="00B43E80"/>
    <w:rsid w:val="00B45619"/>
    <w:rsid w:val="00B607DB"/>
    <w:rsid w:val="00B64656"/>
    <w:rsid w:val="00B66529"/>
    <w:rsid w:val="00B75946"/>
    <w:rsid w:val="00B8056E"/>
    <w:rsid w:val="00B819C8"/>
    <w:rsid w:val="00BA09DD"/>
    <w:rsid w:val="00BB520A"/>
    <w:rsid w:val="00BD3869"/>
    <w:rsid w:val="00BD66E9"/>
    <w:rsid w:val="00BE304E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0AFF"/>
    <w:rsid w:val="00C63CC8"/>
    <w:rsid w:val="00C67E92"/>
    <w:rsid w:val="00C70A26"/>
    <w:rsid w:val="00C73D7E"/>
    <w:rsid w:val="00C94B98"/>
    <w:rsid w:val="00CA2B96"/>
    <w:rsid w:val="00CA5089"/>
    <w:rsid w:val="00CE5BAC"/>
    <w:rsid w:val="00CF25BE"/>
    <w:rsid w:val="00CF78ED"/>
    <w:rsid w:val="00D02B25"/>
    <w:rsid w:val="00D17C3C"/>
    <w:rsid w:val="00D26B2C"/>
    <w:rsid w:val="00D425B2"/>
    <w:rsid w:val="00D552B2"/>
    <w:rsid w:val="00D608D1"/>
    <w:rsid w:val="00D74119"/>
    <w:rsid w:val="00D8075B"/>
    <w:rsid w:val="00D9530E"/>
    <w:rsid w:val="00DB4CCB"/>
    <w:rsid w:val="00DF320D"/>
    <w:rsid w:val="00E129B8"/>
    <w:rsid w:val="00E24BF5"/>
    <w:rsid w:val="00E25338"/>
    <w:rsid w:val="00E26B3A"/>
    <w:rsid w:val="00E3421E"/>
    <w:rsid w:val="00E47A9F"/>
    <w:rsid w:val="00E51E44"/>
    <w:rsid w:val="00E61F81"/>
    <w:rsid w:val="00E63348"/>
    <w:rsid w:val="00E77E88"/>
    <w:rsid w:val="00E8107D"/>
    <w:rsid w:val="00EC099C"/>
    <w:rsid w:val="00EC4899"/>
    <w:rsid w:val="00ED03AB"/>
    <w:rsid w:val="00ED32D2"/>
    <w:rsid w:val="00EE32DE"/>
    <w:rsid w:val="00EE5457"/>
    <w:rsid w:val="00EE65F3"/>
    <w:rsid w:val="00F070AB"/>
    <w:rsid w:val="00F27A7B"/>
    <w:rsid w:val="00F33B67"/>
    <w:rsid w:val="00F37228"/>
    <w:rsid w:val="00F617C3"/>
    <w:rsid w:val="00F7066B"/>
    <w:rsid w:val="00F85191"/>
    <w:rsid w:val="00FA269D"/>
    <w:rsid w:val="00FB7DBA"/>
    <w:rsid w:val="00FB7FB3"/>
    <w:rsid w:val="00FC1C25"/>
    <w:rsid w:val="00FC3F45"/>
    <w:rsid w:val="00FD503F"/>
    <w:rsid w:val="00FD5BC7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FD88C"/>
  <w15:docId w15:val="{2E2B1158-BB96-47D4-9A4E-5DF3DA99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table" w:customStyle="1" w:styleId="TableGrid">
    <w:name w:val="TableGrid"/>
    <w:rsid w:val="006D60EE"/>
    <w:rPr>
      <w:rFonts w:asciiTheme="minorHAnsi" w:eastAsiaTheme="minorEastAsia" w:hAnsiTheme="minorHAnsi" w:cstheme="minorBidi"/>
      <w:sz w:val="24"/>
      <w:szCs w:val="24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97A98-75EE-43F2-8DE7-2195FD15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4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13</cp:revision>
  <cp:lastPrinted>2015-02-02T08:23:00Z</cp:lastPrinted>
  <dcterms:created xsi:type="dcterms:W3CDTF">2021-01-28T09:00:00Z</dcterms:created>
  <dcterms:modified xsi:type="dcterms:W3CDTF">2022-05-25T11:44:00Z</dcterms:modified>
</cp:coreProperties>
</file>